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97" w:rsidRDefault="008F2A05" w:rsidP="00E24697">
      <w:pPr>
        <w:pStyle w:val="Cabealho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120.75pt;height:42pt;z-index:251659264;mso-position-horizontal:left;mso-position-horizontal-relative:text;mso-position-vertical-relative:text" filled="t">
            <v:fill color2="black"/>
            <v:imagedata r:id="rId7" o:title=""/>
            <w10:wrap type="square" side="right"/>
          </v:shape>
          <o:OLEObject Type="Embed" ProgID="PBrush" ShapeID="_x0000_s1027" DrawAspect="Content" ObjectID="_1509463255" r:id="rId8"/>
        </w:object>
      </w:r>
    </w:p>
    <w:p w:rsidR="00226CA7" w:rsidRDefault="00226CA7" w:rsidP="002337DC">
      <w:pPr>
        <w:ind w:firstLine="708"/>
        <w:rPr>
          <w:b/>
          <w:sz w:val="32"/>
          <w:szCs w:val="32"/>
          <w:u w:val="single"/>
        </w:rPr>
      </w:pPr>
    </w:p>
    <w:p w:rsidR="001E6430" w:rsidRDefault="001A66A8" w:rsidP="00226CA7">
      <w:pPr>
        <w:ind w:firstLine="708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HOMOLOGAÇÃO</w:t>
      </w:r>
    </w:p>
    <w:p w:rsidR="00226CA7" w:rsidRDefault="00226CA7" w:rsidP="002337DC">
      <w:pPr>
        <w:ind w:firstLine="708"/>
        <w:rPr>
          <w:b/>
          <w:sz w:val="32"/>
          <w:szCs w:val="32"/>
          <w:u w:val="single"/>
        </w:rPr>
      </w:pPr>
    </w:p>
    <w:p w:rsidR="00226CA7" w:rsidRDefault="00226CA7" w:rsidP="002337DC">
      <w:pPr>
        <w:ind w:firstLine="708"/>
        <w:rPr>
          <w:b/>
          <w:sz w:val="32"/>
          <w:szCs w:val="32"/>
          <w:u w:val="single"/>
        </w:rPr>
      </w:pPr>
    </w:p>
    <w:p w:rsidR="004C35A7" w:rsidRDefault="001A66A8" w:rsidP="001E6430">
      <w:pPr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o resultado do Processo nº </w:t>
      </w:r>
      <w:r w:rsidR="00C40A5F">
        <w:rPr>
          <w:sz w:val="24"/>
          <w:szCs w:val="24"/>
        </w:rPr>
        <w:t>14506</w:t>
      </w:r>
      <w:r w:rsidR="00305245">
        <w:rPr>
          <w:sz w:val="24"/>
          <w:szCs w:val="24"/>
        </w:rPr>
        <w:t>/201</w:t>
      </w:r>
      <w:r w:rsidR="00044F69">
        <w:rPr>
          <w:sz w:val="24"/>
          <w:szCs w:val="24"/>
        </w:rPr>
        <w:t>5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305245">
        <w:rPr>
          <w:sz w:val="24"/>
          <w:szCs w:val="24"/>
        </w:rPr>
        <w:t>Pregão</w:t>
      </w:r>
      <w:r w:rsidR="009F064E">
        <w:rPr>
          <w:sz w:val="24"/>
          <w:szCs w:val="24"/>
        </w:rPr>
        <w:t xml:space="preserve">, nº </w:t>
      </w:r>
      <w:r w:rsidR="00C40A5F">
        <w:rPr>
          <w:sz w:val="24"/>
          <w:szCs w:val="24"/>
        </w:rPr>
        <w:t>1140</w:t>
      </w:r>
      <w:r w:rsidR="00305245">
        <w:rPr>
          <w:sz w:val="24"/>
          <w:szCs w:val="24"/>
        </w:rPr>
        <w:t>/201</w:t>
      </w:r>
      <w:r w:rsidR="00226CA7">
        <w:rPr>
          <w:sz w:val="24"/>
          <w:szCs w:val="24"/>
        </w:rPr>
        <w:t>5</w:t>
      </w:r>
      <w:r w:rsidR="008F2A05">
        <w:rPr>
          <w:sz w:val="24"/>
          <w:szCs w:val="24"/>
        </w:rPr>
        <w:t xml:space="preserve"> - Relançamento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 xml:space="preserve">as seguintes empresas para fornecimento dos </w:t>
      </w:r>
      <w:r w:rsidR="00365FEE">
        <w:rPr>
          <w:sz w:val="24"/>
          <w:szCs w:val="24"/>
        </w:rPr>
        <w:t>itens</w:t>
      </w:r>
      <w:r w:rsidR="00E24697" w:rsidRPr="00E24697">
        <w:rPr>
          <w:sz w:val="24"/>
          <w:szCs w:val="24"/>
        </w:rPr>
        <w:t xml:space="preserve"> abaixo relacionados:</w:t>
      </w:r>
      <w:r w:rsidR="00B25794">
        <w:rPr>
          <w:sz w:val="24"/>
          <w:szCs w:val="24"/>
        </w:rPr>
        <w:tab/>
      </w:r>
    </w:p>
    <w:p w:rsidR="003845F6" w:rsidRDefault="003845F6" w:rsidP="000C51E8">
      <w:pPr>
        <w:jc w:val="both"/>
        <w:rPr>
          <w:sz w:val="24"/>
          <w:szCs w:val="24"/>
        </w:rPr>
      </w:pPr>
    </w:p>
    <w:tbl>
      <w:tblPr>
        <w:tblW w:w="935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4B2502" w:rsidRPr="00BC68B7" w:rsidTr="008F2A05">
        <w:trPr>
          <w:trHeight w:val="509"/>
        </w:trPr>
        <w:permStart w:id="348541203" w:edGrp="everyone" w:displacedByCustomXml="next"/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2133850163"/>
            <w:placeholder>
              <w:docPart w:val="DCF0E16E5D5A41358584EA8756F09996"/>
            </w:placeholder>
            <w:comboBox>
              <w:listItem w:value="Escolher um item."/>
              <w:listItem w:displayText="LOTE(S)" w:value="LOTE(S)"/>
              <w:listItem w:displayText="ITEM(NS)" w:value="ITEM(NS)"/>
              <w:listItem w:displayText=" " w:value=" "/>
            </w:comboBox>
          </w:sdtPr>
          <w:sdtEndPr/>
          <w:sdtContent>
            <w:tc>
              <w:tcPr>
                <w:tcW w:w="46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center"/>
                <w:hideMark/>
              </w:tcPr>
              <w:p w:rsidR="004B2502" w:rsidRPr="00BC68B7" w:rsidRDefault="00044F69" w:rsidP="003845F6">
                <w:pPr>
                  <w:spacing w:after="0" w:line="36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LOTE(S)</w:t>
                </w:r>
              </w:p>
            </w:tc>
          </w:sdtContent>
        </w:sdt>
        <w:permEnd w:id="348541203" w:displacedByCustomXml="prev"/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02" w:rsidRPr="00BC68B7" w:rsidRDefault="004B2502" w:rsidP="00F0229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C68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EMPRESAS</w:t>
            </w:r>
          </w:p>
        </w:tc>
      </w:tr>
      <w:tr w:rsidR="007A0134" w:rsidRPr="00BC68B7" w:rsidTr="008F2A05">
        <w:trPr>
          <w:trHeight w:val="5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34" w:rsidRPr="007A0134" w:rsidRDefault="007A0134" w:rsidP="008F2A05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permStart w:id="1470580816" w:edGrp="everyone" w:colFirst="0" w:colLast="0"/>
            <w:permStart w:id="1602055978" w:edGrp="everyone" w:colFirst="1" w:colLast="1"/>
            <w:permStart w:id="1459688354" w:edGrp="everyone" w:colFirst="2" w:colLast="2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01</w:t>
            </w:r>
            <w:r w:rsidR="00814FA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a </w:t>
            </w:r>
            <w:r w:rsidR="008F2A0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134" w:rsidRDefault="008F2A05" w:rsidP="007A0134">
            <w:pPr>
              <w:jc w:val="center"/>
              <w:rPr>
                <w:b/>
                <w:bCs/>
              </w:rPr>
            </w:pPr>
            <w:r>
              <w:rPr>
                <w:rFonts w:ascii="Calibri" w:hAnsi="Calibri" w:cs="Arial"/>
                <w:b/>
              </w:rPr>
              <w:t>BROOKS EMPREENDIMENTOS LTDA</w:t>
            </w:r>
          </w:p>
        </w:tc>
      </w:tr>
      <w:tr w:rsidR="008F2A05" w:rsidRPr="00BC68B7" w:rsidTr="008F2A05">
        <w:trPr>
          <w:trHeight w:val="5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05" w:rsidRDefault="008F2A05" w:rsidP="00C40A5F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permStart w:id="1803045688" w:edGrp="everyone" w:colFirst="0" w:colLast="0"/>
            <w:permStart w:id="439754614" w:edGrp="everyone" w:colFirst="1" w:colLast="1"/>
            <w:permStart w:id="2145856944" w:edGrp="everyone" w:colFirst="2" w:colLast="2"/>
            <w:permEnd w:id="1470580816"/>
            <w:permEnd w:id="1602055978"/>
            <w:permEnd w:id="1459688354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A05" w:rsidRDefault="008F2A05" w:rsidP="007A0134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PROACTIVA MEIO AMBIENTE BRASIL LTDA</w:t>
            </w:r>
          </w:p>
        </w:tc>
      </w:tr>
    </w:tbl>
    <w:permEnd w:id="1803045688"/>
    <w:permEnd w:id="439754614"/>
    <w:permEnd w:id="2145856944"/>
    <w:p w:rsidR="003845F6" w:rsidRDefault="00B25794" w:rsidP="00B25794">
      <w:pPr>
        <w:tabs>
          <w:tab w:val="left" w:pos="50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26CA7" w:rsidRDefault="00226CA7" w:rsidP="004C35A7">
      <w:pPr>
        <w:jc w:val="right"/>
        <w:rPr>
          <w:sz w:val="24"/>
          <w:szCs w:val="24"/>
        </w:rPr>
      </w:pPr>
      <w:permStart w:id="1387203245" w:edGrp="everyone"/>
    </w:p>
    <w:p w:rsidR="00E24697" w:rsidRPr="00E24697" w:rsidRDefault="00A867B3" w:rsidP="004C35A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Florianópolis, </w:t>
      </w:r>
      <w:sdt>
        <w:sdtPr>
          <w:rPr>
            <w:sz w:val="24"/>
            <w:szCs w:val="24"/>
          </w:rPr>
          <w:alias w:val="Colocar Data"/>
          <w:tag w:val="Colocar Data"/>
          <w:id w:val="1738902927"/>
          <w:placeholder>
            <w:docPart w:val="A661A22E3BAA4EC6977C57FBD9278C8F"/>
          </w:placeholder>
          <w:date w:fullDate="2015-11-1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8F2A05">
            <w:rPr>
              <w:sz w:val="24"/>
              <w:szCs w:val="24"/>
            </w:rPr>
            <w:t>19 de novembro de 2015</w:t>
          </w:r>
        </w:sdtContent>
      </w:sdt>
      <w:permEnd w:id="1387203245"/>
    </w:p>
    <w:p w:rsidR="00E24697" w:rsidRDefault="00E24697">
      <w:pPr>
        <w:rPr>
          <w:sz w:val="24"/>
          <w:szCs w:val="24"/>
        </w:rPr>
      </w:pPr>
    </w:p>
    <w:p w:rsidR="00226CA7" w:rsidRDefault="00226CA7">
      <w:pPr>
        <w:rPr>
          <w:sz w:val="24"/>
          <w:szCs w:val="24"/>
        </w:rPr>
      </w:pPr>
    </w:p>
    <w:p w:rsidR="008F2A05" w:rsidRDefault="008F2A05">
      <w:pPr>
        <w:rPr>
          <w:sz w:val="24"/>
          <w:szCs w:val="24"/>
        </w:rPr>
      </w:pPr>
    </w:p>
    <w:p w:rsidR="008F2A05" w:rsidRDefault="008F2A05">
      <w:pPr>
        <w:rPr>
          <w:sz w:val="24"/>
          <w:szCs w:val="24"/>
        </w:rPr>
      </w:pPr>
      <w:bookmarkStart w:id="0" w:name="_GoBack"/>
      <w:bookmarkEnd w:id="0"/>
    </w:p>
    <w:p w:rsidR="004A2552" w:rsidRDefault="004A2552">
      <w:pPr>
        <w:rPr>
          <w:sz w:val="24"/>
          <w:szCs w:val="24"/>
        </w:rPr>
      </w:pPr>
    </w:p>
    <w:p w:rsidR="00E24697" w:rsidRPr="00E24697" w:rsidRDefault="009D5C68" w:rsidP="00E2469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Anto</w:t>
      </w:r>
      <w:r w:rsidR="001A66A8">
        <w:rPr>
          <w:sz w:val="24"/>
          <w:szCs w:val="24"/>
        </w:rPr>
        <w:t>nio</w:t>
      </w:r>
      <w:proofErr w:type="spellEnd"/>
      <w:r w:rsidR="001A66A8">
        <w:rPr>
          <w:sz w:val="24"/>
          <w:szCs w:val="24"/>
        </w:rPr>
        <w:t xml:space="preserve"> </w:t>
      </w:r>
      <w:proofErr w:type="spellStart"/>
      <w:r w:rsidR="001A66A8">
        <w:rPr>
          <w:sz w:val="24"/>
          <w:szCs w:val="24"/>
        </w:rPr>
        <w:t>Heronaldo</w:t>
      </w:r>
      <w:proofErr w:type="spellEnd"/>
      <w:r w:rsidR="001A66A8">
        <w:rPr>
          <w:sz w:val="24"/>
          <w:szCs w:val="24"/>
        </w:rPr>
        <w:t xml:space="preserve"> de Sousa</w:t>
      </w:r>
    </w:p>
    <w:p w:rsidR="00E24697" w:rsidRPr="00E24697" w:rsidRDefault="001A66A8" w:rsidP="00E24697">
      <w:pPr>
        <w:jc w:val="center"/>
        <w:rPr>
          <w:sz w:val="24"/>
          <w:szCs w:val="24"/>
        </w:rPr>
      </w:pPr>
      <w:r>
        <w:rPr>
          <w:sz w:val="24"/>
          <w:szCs w:val="24"/>
        </w:rPr>
        <w:t>REITOR DA UDESC</w:t>
      </w:r>
    </w:p>
    <w:sectPr w:rsidR="00E24697" w:rsidRPr="00E24697" w:rsidSect="00365FA7">
      <w:headerReference w:type="default" r:id="rId9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5F6" w:rsidRDefault="003845F6" w:rsidP="003845F6">
      <w:pPr>
        <w:spacing w:after="0" w:line="240" w:lineRule="auto"/>
      </w:pPr>
      <w:r>
        <w:separator/>
      </w:r>
    </w:p>
  </w:endnote>
  <w:end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5F6" w:rsidRDefault="003845F6" w:rsidP="003845F6">
      <w:pPr>
        <w:spacing w:after="0" w:line="240" w:lineRule="auto"/>
      </w:pPr>
      <w:r>
        <w:separator/>
      </w:r>
    </w:p>
  </w:footnote>
  <w:footnote w:type="continuationSeparator" w:id="0">
    <w:p w:rsidR="003845F6" w:rsidRDefault="003845F6" w:rsidP="00384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1C08DF22" wp14:editId="1B64C983">
          <wp:simplePos x="0" y="0"/>
          <wp:positionH relativeFrom="column">
            <wp:posOffset>1786255</wp:posOffset>
          </wp:positionH>
          <wp:positionV relativeFrom="paragraph">
            <wp:posOffset>57150</wp:posOffset>
          </wp:positionV>
          <wp:extent cx="2228850" cy="666750"/>
          <wp:effectExtent l="0" t="0" r="0" b="0"/>
          <wp:wrapSquare wrapText="bothSides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45F6" w:rsidRDefault="003845F6" w:rsidP="003845F6">
    <w:pPr>
      <w:pStyle w:val="Cabealho"/>
      <w:jc w:val="center"/>
      <w:rPr>
        <w:rFonts w:ascii="Calibri" w:hAnsi="Calibri" w:cs="Calibri"/>
        <w:b/>
      </w:rPr>
    </w:pPr>
  </w:p>
  <w:p w:rsidR="003845F6" w:rsidRDefault="003845F6" w:rsidP="003845F6">
    <w:pPr>
      <w:pStyle w:val="Cabealho"/>
      <w:jc w:val="right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</w:p>
  <w:p w:rsidR="00C41A2F" w:rsidRDefault="00C41A2F" w:rsidP="003845F6">
    <w:pPr>
      <w:pStyle w:val="Cabealho"/>
      <w:rPr>
        <w:rFonts w:ascii="Calibri" w:hAnsi="Calibri" w:cs="Calibri"/>
        <w:b/>
      </w:rPr>
    </w:pP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ESTADO DE SANTA CATARINA 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FUNDAÇÃO UNIVERSIDADE DO ESTADO DE SANTA CATARINA - UDESC</w:t>
    </w:r>
  </w:p>
  <w:p w:rsidR="003845F6" w:rsidRDefault="003845F6" w:rsidP="003845F6">
    <w:pPr>
      <w:pStyle w:val="Cabealho"/>
      <w:rPr>
        <w:rFonts w:ascii="Calibri" w:hAnsi="Calibri" w:cs="Calibri"/>
        <w:b/>
      </w:rPr>
    </w:pPr>
    <w:r>
      <w:rPr>
        <w:rFonts w:ascii="Calibri" w:hAnsi="Calibri" w:cs="Calibri"/>
        <w:b/>
      </w:rPr>
      <w:t>PRÓ-REITORIA DE ADMINISTRAÇÃO – PROAD</w:t>
    </w:r>
  </w:p>
  <w:p w:rsidR="003845F6" w:rsidRDefault="003845F6" w:rsidP="003845F6">
    <w:pPr>
      <w:pStyle w:val="Cabealho"/>
      <w:rPr>
        <w:b/>
        <w:sz w:val="22"/>
      </w:rPr>
    </w:pPr>
    <w:r>
      <w:rPr>
        <w:rFonts w:ascii="Calibri" w:hAnsi="Calibri" w:cs="Calibri"/>
        <w:b/>
      </w:rPr>
      <w:t>COORDENADORIA DE LICITAÇÕES E COMPRAS -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FB"/>
    <w:rsid w:val="00044F69"/>
    <w:rsid w:val="00052273"/>
    <w:rsid w:val="00083028"/>
    <w:rsid w:val="000C51E8"/>
    <w:rsid w:val="000D52AB"/>
    <w:rsid w:val="00144A34"/>
    <w:rsid w:val="001A66A8"/>
    <w:rsid w:val="001E6430"/>
    <w:rsid w:val="00206B28"/>
    <w:rsid w:val="002213FB"/>
    <w:rsid w:val="00226CA7"/>
    <w:rsid w:val="002337DC"/>
    <w:rsid w:val="002C73AE"/>
    <w:rsid w:val="00305245"/>
    <w:rsid w:val="00365FA7"/>
    <w:rsid w:val="00365FEE"/>
    <w:rsid w:val="003845F6"/>
    <w:rsid w:val="003A5C90"/>
    <w:rsid w:val="003C5F54"/>
    <w:rsid w:val="004425D9"/>
    <w:rsid w:val="004453AF"/>
    <w:rsid w:val="004A2552"/>
    <w:rsid w:val="004A28CA"/>
    <w:rsid w:val="004B2502"/>
    <w:rsid w:val="004C35A7"/>
    <w:rsid w:val="004C7529"/>
    <w:rsid w:val="004D7E05"/>
    <w:rsid w:val="0051139B"/>
    <w:rsid w:val="00542070"/>
    <w:rsid w:val="005A0878"/>
    <w:rsid w:val="005B66F7"/>
    <w:rsid w:val="0064257E"/>
    <w:rsid w:val="006449F6"/>
    <w:rsid w:val="006817BB"/>
    <w:rsid w:val="0075393A"/>
    <w:rsid w:val="007A0134"/>
    <w:rsid w:val="007A4585"/>
    <w:rsid w:val="00814FA9"/>
    <w:rsid w:val="00816FC0"/>
    <w:rsid w:val="008A3A43"/>
    <w:rsid w:val="008E1EF0"/>
    <w:rsid w:val="008F2A05"/>
    <w:rsid w:val="009D5C68"/>
    <w:rsid w:val="009F064E"/>
    <w:rsid w:val="009F6351"/>
    <w:rsid w:val="00A867B3"/>
    <w:rsid w:val="00B222F7"/>
    <w:rsid w:val="00B2282A"/>
    <w:rsid w:val="00B25794"/>
    <w:rsid w:val="00BE1F14"/>
    <w:rsid w:val="00C3155F"/>
    <w:rsid w:val="00C323EC"/>
    <w:rsid w:val="00C40A5F"/>
    <w:rsid w:val="00C41A2F"/>
    <w:rsid w:val="00C80F66"/>
    <w:rsid w:val="00CC564C"/>
    <w:rsid w:val="00CF6D24"/>
    <w:rsid w:val="00D469E3"/>
    <w:rsid w:val="00D631A4"/>
    <w:rsid w:val="00D82C9F"/>
    <w:rsid w:val="00DB6977"/>
    <w:rsid w:val="00DC3A8C"/>
    <w:rsid w:val="00DD1ABF"/>
    <w:rsid w:val="00DD68ED"/>
    <w:rsid w:val="00DF3EF4"/>
    <w:rsid w:val="00E24697"/>
    <w:rsid w:val="00E251F5"/>
    <w:rsid w:val="00E625F3"/>
    <w:rsid w:val="00E76EA9"/>
    <w:rsid w:val="00F018E6"/>
    <w:rsid w:val="00F26AB5"/>
    <w:rsid w:val="00F31B0D"/>
    <w:rsid w:val="00F4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1E208B4-7DE5-40FE-8BBC-5EC90CDE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845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CF0E16E5D5A41358584EA8756F099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8C58FB-9DB3-4476-8028-01A9E7B1CE6C}"/>
      </w:docPartPr>
      <w:docPartBody>
        <w:p w:rsidR="00E13B06" w:rsidRDefault="00E13B06">
          <w:pPr>
            <w:pStyle w:val="DCF0E16E5D5A41358584EA8756F09996"/>
          </w:pPr>
          <w:r w:rsidRPr="00CC0EC7">
            <w:rPr>
              <w:rStyle w:val="TextodoEspaoReservado"/>
            </w:rPr>
            <w:t>Escolher um item.</w:t>
          </w:r>
        </w:p>
      </w:docPartBody>
    </w:docPart>
    <w:docPart>
      <w:docPartPr>
        <w:name w:val="A661A22E3BAA4EC6977C57FBD9278C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256FCE-E200-434A-B1BC-4161F8D3755E}"/>
      </w:docPartPr>
      <w:docPartBody>
        <w:p w:rsidR="00E13B06" w:rsidRDefault="00E13B06">
          <w:pPr>
            <w:pStyle w:val="A661A22E3BAA4EC6977C57FBD9278C8F"/>
          </w:pPr>
          <w:r w:rsidRPr="005A2026">
            <w:rPr>
              <w:rStyle w:val="TextodoEspaoReservado"/>
            </w:rPr>
            <w:t>Clique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B06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DCF0E16E5D5A41358584EA8756F09996">
    <w:name w:val="DCF0E16E5D5A41358584EA8756F09996"/>
  </w:style>
  <w:style w:type="paragraph" w:customStyle="1" w:styleId="A661A22E3BAA4EC6977C57FBD9278C8F">
    <w:name w:val="A661A22E3BAA4EC6977C57FBD9278C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8B61E-0928-468C-8C8F-A39E08A1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151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Hallen Duarte da Silva</cp:lastModifiedBy>
  <cp:revision>98</cp:revision>
  <cp:lastPrinted>2015-06-30T17:50:00Z</cp:lastPrinted>
  <dcterms:created xsi:type="dcterms:W3CDTF">2014-03-27T22:36:00Z</dcterms:created>
  <dcterms:modified xsi:type="dcterms:W3CDTF">2015-11-19T20:34:00Z</dcterms:modified>
</cp:coreProperties>
</file>